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2D7B8" w14:textId="7E647370" w:rsidR="00D27298" w:rsidRDefault="00D27298" w:rsidP="00BC3CA0">
      <w:pPr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sz w:val="20"/>
          <w:szCs w:val="20"/>
          <w:lang w:eastAsia="en-US"/>
        </w:rPr>
        <w:t>Załącznik 3</w:t>
      </w:r>
    </w:p>
    <w:p w14:paraId="6EAD9D99" w14:textId="0FB644E2" w:rsidR="00BC3CA0" w:rsidRDefault="00BC3CA0" w:rsidP="00BC3CA0">
      <w:pPr>
        <w:jc w:val="right"/>
        <w:rPr>
          <w:rFonts w:asciiTheme="minorHAnsi" w:eastAsia="Calibri" w:hAnsiTheme="minorHAnsi" w:cstheme="minorHAnsi"/>
          <w:bCs/>
          <w:sz w:val="18"/>
          <w:szCs w:val="18"/>
          <w:lang w:eastAsia="en-US"/>
        </w:rPr>
      </w:pPr>
      <w:r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>(</w:t>
      </w:r>
      <w:r w:rsidRPr="00BC3CA0">
        <w:rPr>
          <w:rFonts w:asciiTheme="minorHAnsi" w:eastAsia="Calibri" w:hAnsiTheme="minorHAnsi" w:cstheme="minorHAnsi"/>
          <w:bCs/>
          <w:i/>
          <w:iCs/>
          <w:sz w:val="18"/>
          <w:szCs w:val="18"/>
          <w:lang w:eastAsia="en-US"/>
        </w:rPr>
        <w:t xml:space="preserve">PPP.SRCh.02.2026 </w:t>
      </w:r>
      <w:r w:rsidRPr="00BC3CA0"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z dnia 05.02.2026</w:t>
      </w:r>
      <w:r>
        <w:rPr>
          <w:rFonts w:asciiTheme="minorHAnsi" w:eastAsia="Calibri" w:hAnsiTheme="minorHAnsi" w:cstheme="minorHAnsi"/>
          <w:bCs/>
          <w:sz w:val="18"/>
          <w:szCs w:val="18"/>
          <w:lang w:eastAsia="en-US"/>
        </w:rPr>
        <w:t>)</w:t>
      </w:r>
    </w:p>
    <w:p w14:paraId="566AC919" w14:textId="77777777" w:rsidR="00BC3CA0" w:rsidRPr="00BC3CA0" w:rsidRDefault="00BC3CA0" w:rsidP="00BC3CA0">
      <w:pPr>
        <w:jc w:val="right"/>
        <w:rPr>
          <w:rFonts w:asciiTheme="minorHAnsi" w:eastAsia="Calibri" w:hAnsiTheme="minorHAnsi" w:cstheme="minorHAnsi"/>
          <w:sz w:val="18"/>
          <w:szCs w:val="18"/>
          <w:lang w:eastAsia="en-US"/>
        </w:rPr>
      </w:pPr>
    </w:p>
    <w:p w14:paraId="79FFC8F2" w14:textId="38F5ABF7" w:rsidR="007677B5" w:rsidRPr="0059720B" w:rsidRDefault="007677B5" w:rsidP="007677B5">
      <w:pPr>
        <w:spacing w:after="200"/>
        <w:jc w:val="center"/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</w:pPr>
      <w:r w:rsidRPr="0059720B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 xml:space="preserve">Wykaz zrealizowanych warsztatów/zajęć potwierdzający spełnienie warunków udziału w </w:t>
      </w:r>
      <w:r w:rsidR="00D04087">
        <w:rPr>
          <w:rFonts w:asciiTheme="minorHAnsi" w:eastAsia="Calibri" w:hAnsiTheme="minorHAnsi" w:cstheme="minorHAnsi"/>
          <w:b/>
          <w:bCs/>
          <w:sz w:val="20"/>
          <w:szCs w:val="20"/>
          <w:lang w:eastAsia="en-US"/>
        </w:rPr>
        <w:t>zapytaniu</w:t>
      </w:r>
    </w:p>
    <w:p w14:paraId="236E7960" w14:textId="77777777" w:rsidR="007677B5" w:rsidRPr="0059720B" w:rsidRDefault="007677B5" w:rsidP="00D27298">
      <w:pPr>
        <w:spacing w:after="200"/>
        <w:jc w:val="right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14:paraId="646A964B" w14:textId="77777777" w:rsidR="00D27298" w:rsidRPr="0059720B" w:rsidRDefault="00D27298" w:rsidP="00D27298">
      <w:pPr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9720B">
        <w:rPr>
          <w:rFonts w:asciiTheme="minorHAnsi" w:hAnsiTheme="minorHAnsi" w:cstheme="minorHAnsi"/>
          <w:iCs/>
          <w:sz w:val="20"/>
          <w:szCs w:val="20"/>
        </w:rPr>
        <w:t xml:space="preserve">Imię i nazwisko ………………………………………………………........................., </w:t>
      </w:r>
    </w:p>
    <w:p w14:paraId="68149D07" w14:textId="7F6E4DEE" w:rsidR="00D27298" w:rsidRPr="0059720B" w:rsidRDefault="00D27298" w:rsidP="00D27298">
      <w:pPr>
        <w:ind w:left="720"/>
        <w:jc w:val="both"/>
        <w:rPr>
          <w:rFonts w:asciiTheme="minorHAnsi" w:hAnsiTheme="minorHAnsi" w:cstheme="minorHAnsi"/>
          <w:i/>
          <w:iCs/>
          <w:sz w:val="18"/>
          <w:szCs w:val="18"/>
        </w:rPr>
      </w:pPr>
      <w:r w:rsidRPr="0059720B">
        <w:rPr>
          <w:rFonts w:asciiTheme="minorHAnsi" w:hAnsiTheme="minorHAnsi" w:cstheme="minorHAnsi"/>
          <w:iCs/>
          <w:sz w:val="18"/>
          <w:szCs w:val="18"/>
        </w:rPr>
        <w:t xml:space="preserve"> </w:t>
      </w:r>
      <w:r w:rsidRPr="0059720B">
        <w:rPr>
          <w:rFonts w:asciiTheme="minorHAnsi" w:hAnsiTheme="minorHAnsi" w:cstheme="minorHAnsi"/>
          <w:iCs/>
          <w:sz w:val="18"/>
          <w:szCs w:val="18"/>
        </w:rPr>
        <w:tab/>
        <w:t>(</w:t>
      </w:r>
      <w:r w:rsidRPr="0059720B">
        <w:rPr>
          <w:rFonts w:asciiTheme="minorHAnsi" w:hAnsiTheme="minorHAnsi" w:cstheme="minorHAnsi"/>
          <w:i/>
          <w:iCs/>
          <w:sz w:val="18"/>
          <w:szCs w:val="18"/>
        </w:rPr>
        <w:t>osoby skierowanej do realizacji zamówienia</w:t>
      </w:r>
      <w:r w:rsidR="00245A39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Pr="0059720B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79D8F0F4" w14:textId="77777777" w:rsidR="00D27298" w:rsidRPr="0059720B" w:rsidRDefault="00D27298" w:rsidP="00D27298">
      <w:pPr>
        <w:spacing w:after="40" w:line="276" w:lineRule="auto"/>
        <w:ind w:left="7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12A0B190" w14:textId="77777777" w:rsidR="00D27298" w:rsidRPr="0059720B" w:rsidRDefault="00D27298" w:rsidP="00D27298">
      <w:pPr>
        <w:tabs>
          <w:tab w:val="left" w:pos="360"/>
        </w:tabs>
        <w:jc w:val="both"/>
        <w:rPr>
          <w:rFonts w:asciiTheme="minorHAnsi" w:hAnsiTheme="minorHAnsi" w:cstheme="minorHAnsi"/>
          <w:sz w:val="18"/>
          <w:szCs w:val="18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Podstawa do dysponowania </w:t>
      </w:r>
      <w:r w:rsidRPr="0059720B">
        <w:rPr>
          <w:rFonts w:asciiTheme="minorHAnsi" w:hAnsiTheme="minorHAnsi" w:cstheme="minorHAnsi"/>
          <w:sz w:val="18"/>
          <w:szCs w:val="18"/>
        </w:rPr>
        <w:t xml:space="preserve">…………………………………………………………………………….…….  </w:t>
      </w:r>
    </w:p>
    <w:p w14:paraId="39C88A99" w14:textId="77777777" w:rsidR="00D27298" w:rsidRPr="0059720B" w:rsidRDefault="00D27298" w:rsidP="00D27298">
      <w:pPr>
        <w:ind w:left="1428" w:firstLine="69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9720B">
        <w:rPr>
          <w:rFonts w:asciiTheme="minorHAnsi" w:hAnsiTheme="minorHAnsi" w:cstheme="minorHAnsi"/>
          <w:i/>
          <w:sz w:val="18"/>
          <w:szCs w:val="18"/>
        </w:rPr>
        <w:t xml:space="preserve"> (jeżeli wykonawca samodzielnie będzie wykonywał zamówienie </w:t>
      </w:r>
    </w:p>
    <w:p w14:paraId="5D79ECA4" w14:textId="77777777" w:rsidR="00D27298" w:rsidRPr="0059720B" w:rsidRDefault="00D27298" w:rsidP="00D27298">
      <w:pPr>
        <w:ind w:left="1428" w:firstLine="696"/>
        <w:jc w:val="both"/>
        <w:rPr>
          <w:rFonts w:asciiTheme="minorHAnsi" w:hAnsiTheme="minorHAnsi" w:cstheme="minorHAnsi"/>
          <w:i/>
          <w:sz w:val="18"/>
          <w:szCs w:val="18"/>
        </w:rPr>
      </w:pPr>
      <w:r w:rsidRPr="0059720B">
        <w:rPr>
          <w:rFonts w:asciiTheme="minorHAnsi" w:hAnsiTheme="minorHAnsi" w:cstheme="minorHAnsi"/>
          <w:i/>
          <w:sz w:val="18"/>
          <w:szCs w:val="18"/>
        </w:rPr>
        <w:t xml:space="preserve">należy wpisać WŁASNA w przeciwnym razie należy opisać). </w:t>
      </w:r>
    </w:p>
    <w:p w14:paraId="29784059" w14:textId="77777777" w:rsidR="00D27298" w:rsidRPr="0059720B" w:rsidRDefault="00D27298" w:rsidP="00D27298">
      <w:pPr>
        <w:spacing w:after="40" w:line="276" w:lineRule="auto"/>
        <w:ind w:left="7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054957F9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Wykształcenie  ………………………..……………………….</w:t>
      </w:r>
    </w:p>
    <w:p w14:paraId="69C0A36D" w14:textId="77777777" w:rsidR="00D27298" w:rsidRPr="0059720B" w:rsidRDefault="00D27298" w:rsidP="00D27298">
      <w:pPr>
        <w:autoSpaceDE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b/>
          <w:sz w:val="20"/>
          <w:szCs w:val="20"/>
        </w:rPr>
        <w:t>Opis stażu pracy – co najmniej 3 lata</w:t>
      </w:r>
      <w:r w:rsidRPr="0059720B">
        <w:rPr>
          <w:rFonts w:asciiTheme="minorHAnsi" w:hAnsiTheme="minorHAnsi" w:cstheme="minorHAnsi"/>
          <w:sz w:val="20"/>
          <w:szCs w:val="20"/>
        </w:rPr>
        <w:t xml:space="preserve"> zgodny z przedmiotem zamówienia w zakresie </w:t>
      </w:r>
      <w:r w:rsidRPr="00EC6003">
        <w:rPr>
          <w:rFonts w:asciiTheme="minorHAnsi" w:hAnsiTheme="minorHAnsi" w:cstheme="minorHAnsi"/>
          <w:sz w:val="20"/>
          <w:szCs w:val="20"/>
        </w:rPr>
        <w:t>części</w:t>
      </w:r>
      <w:r w:rsidRPr="0059720B">
        <w:rPr>
          <w:rFonts w:asciiTheme="minorHAnsi" w:hAnsiTheme="minorHAnsi" w:cstheme="minorHAnsi"/>
          <w:sz w:val="20"/>
          <w:szCs w:val="20"/>
        </w:rPr>
        <w:t xml:space="preserve"> nr……………………..na którą została złożona oferta, w: </w:t>
      </w:r>
    </w:p>
    <w:p w14:paraId="1E4A80BD" w14:textId="77777777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- szkole ponadpodstawowej, </w:t>
      </w:r>
    </w:p>
    <w:p w14:paraId="2B399AF8" w14:textId="77777777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lub </w:t>
      </w:r>
    </w:p>
    <w:p w14:paraId="5BFADA6F" w14:textId="600E0D09" w:rsidR="00D27298" w:rsidRPr="0059720B" w:rsidRDefault="00D27298" w:rsidP="00D27298">
      <w:pPr>
        <w:autoSpaceDE w:val="0"/>
        <w:ind w:left="2268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 xml:space="preserve">- </w:t>
      </w:r>
      <w:r w:rsidR="0010241A" w:rsidRPr="0059720B">
        <w:rPr>
          <w:rFonts w:asciiTheme="minorHAnsi" w:hAnsiTheme="minorHAnsi" w:cstheme="minorHAnsi"/>
          <w:sz w:val="20"/>
          <w:szCs w:val="20"/>
        </w:rPr>
        <w:t>uczelni wyższej</w:t>
      </w:r>
      <w:r w:rsidRPr="0059720B">
        <w:rPr>
          <w:rFonts w:asciiTheme="minorHAnsi" w:hAnsiTheme="minorHAnsi" w:cstheme="minorHAnsi"/>
          <w:sz w:val="20"/>
          <w:szCs w:val="20"/>
        </w:rPr>
        <w:t>,</w:t>
      </w:r>
    </w:p>
    <w:p w14:paraId="419AB2F5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81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9"/>
        <w:gridCol w:w="2693"/>
        <w:gridCol w:w="2930"/>
      </w:tblGrid>
      <w:tr w:rsidR="00D27298" w:rsidRPr="0059720B" w14:paraId="5592C3E6" w14:textId="77777777" w:rsidTr="00CB30AE">
        <w:tc>
          <w:tcPr>
            <w:tcW w:w="3189" w:type="dxa"/>
          </w:tcPr>
          <w:p w14:paraId="66D04AA7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podmiotu u którego trwał staż pracy</w:t>
            </w:r>
          </w:p>
        </w:tc>
        <w:tc>
          <w:tcPr>
            <w:tcW w:w="2693" w:type="dxa"/>
          </w:tcPr>
          <w:p w14:paraId="5FCCC6DA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Czas trwania stażu od – do,  format miesiąc/rok</w:t>
            </w:r>
          </w:p>
        </w:tc>
        <w:tc>
          <w:tcPr>
            <w:tcW w:w="2930" w:type="dxa"/>
          </w:tcPr>
          <w:p w14:paraId="4DF57F6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Opis przedmiotu stażu </w:t>
            </w:r>
          </w:p>
          <w:p w14:paraId="5E253C9A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i/>
                <w:sz w:val="20"/>
                <w:szCs w:val="20"/>
              </w:rPr>
              <w:t>(zgodny z przedmiotem zamówienia)</w:t>
            </w:r>
          </w:p>
        </w:tc>
      </w:tr>
      <w:tr w:rsidR="00D27298" w:rsidRPr="0059720B" w14:paraId="542CD89B" w14:textId="77777777" w:rsidTr="00CB30AE">
        <w:tc>
          <w:tcPr>
            <w:tcW w:w="3189" w:type="dxa"/>
          </w:tcPr>
          <w:p w14:paraId="7A72343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4AA7EF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6D192FE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</w:tcPr>
          <w:p w14:paraId="7A4F6D9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D27298" w:rsidRPr="0059720B" w14:paraId="7E049649" w14:textId="77777777" w:rsidTr="00CB30AE">
        <w:tc>
          <w:tcPr>
            <w:tcW w:w="3189" w:type="dxa"/>
          </w:tcPr>
          <w:p w14:paraId="577E918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A2562B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7D06CD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</w:tcPr>
          <w:p w14:paraId="21EC36F2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1066D74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9FFC8BA" w14:textId="6521CC86" w:rsidR="00D27298" w:rsidRDefault="00D04087" w:rsidP="00EC6003">
      <w:pPr>
        <w:autoSpaceDE w:val="0"/>
        <w:spacing w:after="40" w:line="276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Wykaz</w:t>
      </w:r>
      <w:r w:rsidR="00D27298" w:rsidRPr="0059720B">
        <w:rPr>
          <w:rFonts w:asciiTheme="minorHAnsi" w:hAnsiTheme="minorHAnsi" w:cstheme="minorHAnsi"/>
          <w:sz w:val="20"/>
          <w:szCs w:val="20"/>
        </w:rPr>
        <w:t xml:space="preserve"> doświadczenia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w pr</w:t>
      </w:r>
      <w:r>
        <w:rPr>
          <w:rFonts w:asciiTheme="minorHAnsi" w:hAnsiTheme="minorHAnsi" w:cstheme="minorHAnsi"/>
          <w:bCs/>
          <w:sz w:val="20"/>
          <w:szCs w:val="20"/>
        </w:rPr>
        <w:t>zygotowaniu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 </w:t>
      </w:r>
      <w:r w:rsidR="00D27298" w:rsidRPr="0059720B">
        <w:rPr>
          <w:rFonts w:asciiTheme="minorHAnsi" w:hAnsiTheme="minorHAnsi" w:cstheme="minorHAnsi"/>
          <w:b/>
          <w:bCs/>
          <w:sz w:val="20"/>
          <w:szCs w:val="20"/>
        </w:rPr>
        <w:t xml:space="preserve">co najmniej </w:t>
      </w:r>
      <w:r>
        <w:rPr>
          <w:rFonts w:asciiTheme="minorHAnsi" w:hAnsiTheme="minorHAnsi" w:cstheme="minorHAnsi"/>
          <w:b/>
          <w:bCs/>
          <w:sz w:val="20"/>
          <w:szCs w:val="20"/>
        </w:rPr>
        <w:t>jednego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uczni</w:t>
      </w:r>
      <w:r>
        <w:rPr>
          <w:rFonts w:asciiTheme="minorHAnsi" w:hAnsiTheme="minorHAnsi" w:cstheme="minorHAnsi"/>
          <w:bCs/>
          <w:sz w:val="20"/>
          <w:szCs w:val="20"/>
        </w:rPr>
        <w:t>a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do udziału w konkursie lub olimpiadzie w okresie ostatnich </w:t>
      </w:r>
      <w:r w:rsidR="0010241A" w:rsidRPr="0059720B">
        <w:rPr>
          <w:rFonts w:asciiTheme="minorHAnsi" w:hAnsiTheme="minorHAnsi" w:cstheme="minorHAnsi"/>
          <w:bCs/>
          <w:sz w:val="20"/>
          <w:szCs w:val="20"/>
        </w:rPr>
        <w:t>5</w:t>
      </w:r>
      <w:r w:rsidR="00D27298" w:rsidRPr="0059720B">
        <w:rPr>
          <w:rFonts w:asciiTheme="minorHAnsi" w:hAnsiTheme="minorHAnsi" w:cstheme="minorHAnsi"/>
          <w:bCs/>
          <w:sz w:val="20"/>
          <w:szCs w:val="20"/>
        </w:rPr>
        <w:t xml:space="preserve"> lat  </w:t>
      </w:r>
      <w:r>
        <w:rPr>
          <w:rFonts w:asciiTheme="minorHAnsi" w:hAnsiTheme="minorHAnsi" w:cstheme="minorHAnsi"/>
          <w:bCs/>
          <w:sz w:val="20"/>
          <w:szCs w:val="20"/>
        </w:rPr>
        <w:t>przed upływem terminu</w:t>
      </w:r>
      <w:r w:rsidR="00EC6003" w:rsidRPr="00EC6003">
        <w:t xml:space="preserve"> </w:t>
      </w:r>
      <w:r w:rsidR="00EC6003" w:rsidRPr="00EC6003">
        <w:rPr>
          <w:rFonts w:asciiTheme="minorHAnsi" w:hAnsiTheme="minorHAnsi" w:cstheme="minorHAnsi"/>
          <w:bCs/>
          <w:sz w:val="20"/>
          <w:szCs w:val="20"/>
        </w:rPr>
        <w:t>składania ofert</w:t>
      </w:r>
      <w:r w:rsidR="00EC6003">
        <w:rPr>
          <w:rFonts w:asciiTheme="minorHAnsi" w:hAnsiTheme="minorHAnsi" w:cstheme="minorHAnsi"/>
          <w:bCs/>
          <w:sz w:val="20"/>
          <w:szCs w:val="20"/>
        </w:rPr>
        <w:t>.</w:t>
      </w:r>
    </w:p>
    <w:p w14:paraId="5CB010F6" w14:textId="77777777" w:rsidR="00EC6003" w:rsidRPr="0059720B" w:rsidRDefault="00EC6003" w:rsidP="00EC6003">
      <w:pPr>
        <w:autoSpaceDE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81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4"/>
        <w:gridCol w:w="3798"/>
        <w:gridCol w:w="2930"/>
      </w:tblGrid>
      <w:tr w:rsidR="00D27298" w:rsidRPr="0059720B" w14:paraId="65F2EB7F" w14:textId="77777777" w:rsidTr="00D04087">
        <w:tc>
          <w:tcPr>
            <w:tcW w:w="2084" w:type="dxa"/>
          </w:tcPr>
          <w:p w14:paraId="742CCCF4" w14:textId="77777777" w:rsidR="00D04087" w:rsidRDefault="00D04087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Data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 przygoto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>wania</w:t>
            </w:r>
          </w:p>
          <w:p w14:paraId="44C46D8C" w14:textId="452C5B01" w:rsidR="00D27298" w:rsidRPr="0059720B" w:rsidRDefault="00D04087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(od – do)</w:t>
            </w:r>
            <w:r w:rsidR="00D27298" w:rsidRPr="0059720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798" w:type="dxa"/>
          </w:tcPr>
          <w:p w14:paraId="3EAB75DE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konkursu lub olimpiady, której przygotowanie dotyczyło</w:t>
            </w:r>
          </w:p>
        </w:tc>
        <w:tc>
          <w:tcPr>
            <w:tcW w:w="2930" w:type="dxa"/>
          </w:tcPr>
          <w:p w14:paraId="52D58F9A" w14:textId="4EB8736E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9720B">
              <w:rPr>
                <w:rFonts w:asciiTheme="minorHAnsi" w:hAnsiTheme="minorHAnsi" w:cstheme="minorHAnsi"/>
                <w:sz w:val="20"/>
                <w:szCs w:val="20"/>
              </w:rPr>
              <w:t>Nazwa (o ile jest) miejsca przygotowania i adres</w:t>
            </w:r>
          </w:p>
        </w:tc>
      </w:tr>
      <w:tr w:rsidR="00D27298" w:rsidRPr="0059720B" w14:paraId="5F09EA94" w14:textId="77777777" w:rsidTr="00D04087">
        <w:tc>
          <w:tcPr>
            <w:tcW w:w="2084" w:type="dxa"/>
          </w:tcPr>
          <w:p w14:paraId="33415E33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C7960D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798" w:type="dxa"/>
          </w:tcPr>
          <w:p w14:paraId="1CD47486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0" w:type="dxa"/>
          </w:tcPr>
          <w:p w14:paraId="1D86FFA4" w14:textId="77777777" w:rsidR="00D27298" w:rsidRPr="0059720B" w:rsidRDefault="00D27298" w:rsidP="00CB30AE">
            <w:pPr>
              <w:spacing w:after="40"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A790BDB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0C88D1A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59720B">
        <w:rPr>
          <w:rFonts w:asciiTheme="minorHAnsi" w:hAnsiTheme="minorHAnsi" w:cstheme="minorHAnsi"/>
          <w:iCs/>
          <w:sz w:val="20"/>
          <w:szCs w:val="20"/>
        </w:rPr>
        <w:t>Oświadczam, że dowody  potwierdzające należyte wykonanie opisanego stażu i doświadczenia zostaną przekazane Zamawiającemu .</w:t>
      </w:r>
    </w:p>
    <w:p w14:paraId="18D9EF4C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Oświadczam, że wszystkie podane  informacje są aktualne i zgodne z prawdą oraz zostały przedstawione z pełną świadomością konsekwencji wprowadzenia zamawiającego w błąd przy przedstawianiu informacji.</w:t>
      </w:r>
    </w:p>
    <w:p w14:paraId="7BBDE9B5" w14:textId="77777777" w:rsidR="00D27298" w:rsidRPr="0059720B" w:rsidRDefault="00D27298" w:rsidP="00D27298">
      <w:pPr>
        <w:spacing w:after="40" w:line="276" w:lineRule="auto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3FBBC050" w14:textId="77777777" w:rsidR="00D27298" w:rsidRPr="0059720B" w:rsidRDefault="00D27298" w:rsidP="00D27298">
      <w:pPr>
        <w:autoSpaceDE w:val="0"/>
        <w:autoSpaceDN w:val="0"/>
        <w:adjustRightInd w:val="0"/>
        <w:spacing w:after="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59720B">
        <w:rPr>
          <w:rFonts w:asciiTheme="minorHAnsi" w:hAnsiTheme="minorHAnsi" w:cstheme="minorHAnsi"/>
          <w:sz w:val="20"/>
          <w:szCs w:val="20"/>
        </w:rPr>
        <w:t>Miejscowo</w:t>
      </w:r>
      <w:r w:rsidRPr="0059720B">
        <w:rPr>
          <w:rFonts w:asciiTheme="minorHAnsi" w:eastAsia="TimesNewRoman" w:hAnsiTheme="minorHAnsi" w:cstheme="minorHAnsi"/>
          <w:sz w:val="20"/>
          <w:szCs w:val="20"/>
        </w:rPr>
        <w:t>ść</w:t>
      </w:r>
      <w:r w:rsidRPr="0059720B">
        <w:rPr>
          <w:rFonts w:asciiTheme="minorHAnsi" w:hAnsiTheme="minorHAnsi" w:cstheme="minorHAnsi"/>
          <w:sz w:val="20"/>
          <w:szCs w:val="20"/>
        </w:rPr>
        <w:t xml:space="preserve">, data:…………………………….. </w:t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</w:r>
      <w:r w:rsidRPr="0059720B">
        <w:rPr>
          <w:rFonts w:asciiTheme="minorHAnsi" w:hAnsiTheme="minorHAnsi" w:cstheme="minorHAnsi"/>
          <w:sz w:val="20"/>
          <w:szCs w:val="20"/>
        </w:rPr>
        <w:tab/>
        <w:t xml:space="preserve">                    ..........................................................</w:t>
      </w:r>
    </w:p>
    <w:p w14:paraId="20CD84C5" w14:textId="3EAA5B43" w:rsidR="00D27298" w:rsidRPr="0059720B" w:rsidRDefault="00D27298" w:rsidP="00D27298">
      <w:pPr>
        <w:autoSpaceDE w:val="0"/>
        <w:autoSpaceDN w:val="0"/>
        <w:adjustRightInd w:val="0"/>
        <w:spacing w:after="40" w:line="276" w:lineRule="auto"/>
        <w:ind w:left="5112" w:firstLine="28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9720B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="007677B5" w:rsidRPr="0059720B">
        <w:rPr>
          <w:rFonts w:asciiTheme="minorHAnsi" w:hAnsiTheme="minorHAnsi" w:cstheme="minorHAnsi"/>
          <w:i/>
          <w:sz w:val="20"/>
          <w:szCs w:val="20"/>
        </w:rPr>
        <w:t>Podpis(y) osoby(osób) upoważnionej(</w:t>
      </w:r>
      <w:proofErr w:type="spellStart"/>
      <w:r w:rsidR="007677B5" w:rsidRPr="0059720B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="007677B5" w:rsidRPr="0059720B">
        <w:rPr>
          <w:rFonts w:asciiTheme="minorHAnsi" w:hAnsiTheme="minorHAnsi" w:cstheme="minorHAnsi"/>
          <w:i/>
          <w:sz w:val="20"/>
          <w:szCs w:val="20"/>
        </w:rPr>
        <w:t>) do podpisania niniejszej oferty w imieniu Oferenta.</w:t>
      </w:r>
      <w:r w:rsidRPr="0059720B">
        <w:rPr>
          <w:rFonts w:asciiTheme="minorHAnsi" w:hAnsiTheme="minorHAnsi" w:cstheme="minorHAnsi"/>
          <w:i/>
          <w:sz w:val="20"/>
          <w:szCs w:val="20"/>
        </w:rPr>
        <w:t>)</w:t>
      </w:r>
    </w:p>
    <w:p w14:paraId="076B4CE4" w14:textId="77777777" w:rsidR="00D27298" w:rsidRPr="0059720B" w:rsidRDefault="00D27298" w:rsidP="00D27298">
      <w:pPr>
        <w:widowControl w:val="0"/>
        <w:autoSpaceDE w:val="0"/>
        <w:jc w:val="right"/>
        <w:rPr>
          <w:rFonts w:asciiTheme="minorHAnsi" w:hAnsiTheme="minorHAnsi" w:cstheme="minorHAnsi"/>
          <w:sz w:val="20"/>
          <w:szCs w:val="20"/>
        </w:rPr>
      </w:pPr>
    </w:p>
    <w:p w14:paraId="3A7179B5" w14:textId="1CF9EA6F" w:rsidR="00D27298" w:rsidRPr="0059720B" w:rsidRDefault="00D27298" w:rsidP="00D27298">
      <w:pPr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D27298" w:rsidRPr="0059720B" w:rsidSect="00904295">
      <w:headerReference w:type="default" r:id="rId11"/>
      <w:footerReference w:type="default" r:id="rId12"/>
      <w:pgSz w:w="11906" w:h="16838"/>
      <w:pgMar w:top="1418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0E022" w14:textId="77777777" w:rsidR="00614BA2" w:rsidRDefault="00614BA2" w:rsidP="00B516A6">
      <w:r>
        <w:separator/>
      </w:r>
    </w:p>
  </w:endnote>
  <w:endnote w:type="continuationSeparator" w:id="0">
    <w:p w14:paraId="07D8CC1B" w14:textId="77777777" w:rsidR="00614BA2" w:rsidRDefault="00614BA2" w:rsidP="00B51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0DAC6" w14:textId="77777777" w:rsidR="00142E26" w:rsidRPr="00B516A6" w:rsidRDefault="00142E26" w:rsidP="00B516A6">
    <w:pPr>
      <w:pStyle w:val="Stopka"/>
      <w:jc w:val="center"/>
      <w:rPr>
        <w:rFonts w:asciiTheme="majorHAnsi" w:hAnsiTheme="majorHAnsi" w:cstheme="majorHAnsi"/>
      </w:rPr>
    </w:pPr>
    <w:r w:rsidRPr="009C1758">
      <w:rPr>
        <w:noProof/>
      </w:rPr>
      <w:drawing>
        <wp:inline distT="0" distB="0" distL="0" distR="0" wp14:anchorId="345451FA" wp14:editId="21D9B27F">
          <wp:extent cx="5760720" cy="513715"/>
          <wp:effectExtent l="0" t="0" r="0" b="635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13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3869F" w14:textId="77777777" w:rsidR="00614BA2" w:rsidRDefault="00614BA2" w:rsidP="00B516A6">
      <w:r>
        <w:separator/>
      </w:r>
    </w:p>
  </w:footnote>
  <w:footnote w:type="continuationSeparator" w:id="0">
    <w:p w14:paraId="4579581C" w14:textId="77777777" w:rsidR="00614BA2" w:rsidRDefault="00614BA2" w:rsidP="00B51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24C5B" w14:textId="397A868F" w:rsidR="00142E26" w:rsidRDefault="00142E26">
    <w:pPr>
      <w:pStyle w:val="Nagwek"/>
    </w:pPr>
    <w:r w:rsidRPr="00B516A6">
      <w:rPr>
        <w:noProof/>
      </w:rPr>
      <w:drawing>
        <wp:inline distT="0" distB="0" distL="0" distR="0" wp14:anchorId="01AECD46" wp14:editId="2A059C92">
          <wp:extent cx="5760720" cy="67056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17FC"/>
    <w:multiLevelType w:val="hybridMultilevel"/>
    <w:tmpl w:val="939EA988"/>
    <w:lvl w:ilvl="0" w:tplc="6B865BF2">
      <w:start w:val="1"/>
      <w:numFmt w:val="decimal"/>
      <w:lvlText w:val="Część 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D24AF3"/>
    <w:multiLevelType w:val="hybridMultilevel"/>
    <w:tmpl w:val="114253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546CE"/>
    <w:multiLevelType w:val="hybridMultilevel"/>
    <w:tmpl w:val="A7FCF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97FD3"/>
    <w:multiLevelType w:val="hybridMultilevel"/>
    <w:tmpl w:val="95BA99C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133B79D0"/>
    <w:multiLevelType w:val="multilevel"/>
    <w:tmpl w:val="3CE474C4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6"/>
      <w:numFmt w:val="decimal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 w15:restartNumberingAfterBreak="0">
    <w:nsid w:val="136C3BA1"/>
    <w:multiLevelType w:val="hybridMultilevel"/>
    <w:tmpl w:val="277E5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065D16"/>
    <w:multiLevelType w:val="hybridMultilevel"/>
    <w:tmpl w:val="C2B67BC2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34140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3F44A4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FC0DD5"/>
    <w:multiLevelType w:val="hybridMultilevel"/>
    <w:tmpl w:val="A9B28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1B83349A"/>
    <w:multiLevelType w:val="hybridMultilevel"/>
    <w:tmpl w:val="B1B2779A"/>
    <w:lvl w:ilvl="0" w:tplc="DEB457E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339F3"/>
    <w:multiLevelType w:val="hybridMultilevel"/>
    <w:tmpl w:val="868E7896"/>
    <w:lvl w:ilvl="0" w:tplc="92B22D2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1F17BD"/>
    <w:multiLevelType w:val="hybridMultilevel"/>
    <w:tmpl w:val="B28655B8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21B95E90"/>
    <w:multiLevelType w:val="hybridMultilevel"/>
    <w:tmpl w:val="2F7C0EF6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23757EDA"/>
    <w:multiLevelType w:val="hybridMultilevel"/>
    <w:tmpl w:val="BE902D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B2CB8"/>
    <w:multiLevelType w:val="hybridMultilevel"/>
    <w:tmpl w:val="9118C0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E4D8A"/>
    <w:multiLevelType w:val="hybridMultilevel"/>
    <w:tmpl w:val="C242E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C26A83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93D4EAE"/>
    <w:multiLevelType w:val="hybridMultilevel"/>
    <w:tmpl w:val="D6E495B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B865BF2">
      <w:start w:val="1"/>
      <w:numFmt w:val="decimal"/>
      <w:lvlText w:val="Część %2."/>
      <w:lvlJc w:val="left"/>
      <w:pPr>
        <w:ind w:left="108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0239A4"/>
    <w:multiLevelType w:val="hybridMultilevel"/>
    <w:tmpl w:val="2F227E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2CA16899"/>
    <w:multiLevelType w:val="hybridMultilevel"/>
    <w:tmpl w:val="22E86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0D484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2E41168"/>
    <w:multiLevelType w:val="hybridMultilevel"/>
    <w:tmpl w:val="1068E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27" w15:restartNumberingAfterBreak="0">
    <w:nsid w:val="35926504"/>
    <w:multiLevelType w:val="hybridMultilevel"/>
    <w:tmpl w:val="2BCC793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80846DA"/>
    <w:multiLevelType w:val="hybridMultilevel"/>
    <w:tmpl w:val="D1A069B6"/>
    <w:lvl w:ilvl="0" w:tplc="1C8EBC26">
      <w:start w:val="2"/>
      <w:numFmt w:val="decimal"/>
      <w:lvlText w:val="%1."/>
      <w:lvlJc w:val="left"/>
      <w:pPr>
        <w:ind w:left="1288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D77E1"/>
    <w:multiLevelType w:val="hybridMultilevel"/>
    <w:tmpl w:val="9740E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5B219B"/>
    <w:multiLevelType w:val="hybridMultilevel"/>
    <w:tmpl w:val="D27EA2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527551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AD0736"/>
    <w:multiLevelType w:val="hybridMultilevel"/>
    <w:tmpl w:val="F9862AFA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A96DCB"/>
    <w:multiLevelType w:val="multilevel"/>
    <w:tmpl w:val="DB84FEC0"/>
    <w:name w:val="WW8Num132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cs="Times New Roman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34" w15:restartNumberingAfterBreak="0">
    <w:nsid w:val="44C73A3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7055C00"/>
    <w:multiLevelType w:val="hybridMultilevel"/>
    <w:tmpl w:val="2918F174"/>
    <w:name w:val="WW8Num113243"/>
    <w:lvl w:ilvl="0" w:tplc="6A00D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A3E41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A706E0A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4E573369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E6C51C5"/>
    <w:multiLevelType w:val="hybridMultilevel"/>
    <w:tmpl w:val="5FF01942"/>
    <w:lvl w:ilvl="0" w:tplc="04150015">
      <w:start w:val="1"/>
      <w:numFmt w:val="upperLetter"/>
      <w:lvlText w:val="%1."/>
      <w:lvlJc w:val="left"/>
      <w:pPr>
        <w:ind w:left="2136" w:hanging="360"/>
      </w:p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0" w15:restartNumberingAfterBreak="0">
    <w:nsid w:val="54D65FEF"/>
    <w:multiLevelType w:val="hybridMultilevel"/>
    <w:tmpl w:val="1CA41CE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4A2D96A">
      <w:start w:val="3"/>
      <w:numFmt w:val="bullet"/>
      <w:lvlText w:val=""/>
      <w:lvlJc w:val="left"/>
      <w:pPr>
        <w:ind w:left="2340" w:hanging="360"/>
      </w:pPr>
      <w:rPr>
        <w:rFonts w:ascii="Symbol" w:eastAsia="Times New Roman" w:hAnsi="Symbol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753E99"/>
    <w:multiLevelType w:val="hybridMultilevel"/>
    <w:tmpl w:val="8200D278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775DE0"/>
    <w:multiLevelType w:val="hybridMultilevel"/>
    <w:tmpl w:val="FEE418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38587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5DDB5DAC"/>
    <w:multiLevelType w:val="hybridMultilevel"/>
    <w:tmpl w:val="64AA3F3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13610A6">
      <w:numFmt w:val="bullet"/>
      <w:lvlText w:val="·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60015B64"/>
    <w:multiLevelType w:val="hybridMultilevel"/>
    <w:tmpl w:val="38C6964E"/>
    <w:lvl w:ilvl="0" w:tplc="6B865BF2">
      <w:start w:val="1"/>
      <w:numFmt w:val="decimal"/>
      <w:lvlText w:val="Część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39879E9"/>
    <w:multiLevelType w:val="hybridMultilevel"/>
    <w:tmpl w:val="83ACE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250A4"/>
    <w:multiLevelType w:val="hybridMultilevel"/>
    <w:tmpl w:val="CB1EB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9651483"/>
    <w:multiLevelType w:val="hybridMultilevel"/>
    <w:tmpl w:val="30ACBA7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5">
      <w:start w:val="1"/>
      <w:numFmt w:val="upp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6A714A83"/>
    <w:multiLevelType w:val="hybridMultilevel"/>
    <w:tmpl w:val="6D98D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137422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2" w15:restartNumberingAfterBreak="0">
    <w:nsid w:val="6C6954A5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1BB62AD"/>
    <w:multiLevelType w:val="multilevel"/>
    <w:tmpl w:val="2FB48EBE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71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upperLetter"/>
      <w:lvlText w:val="%3."/>
      <w:lvlJc w:val="left"/>
      <w:pPr>
        <w:tabs>
          <w:tab w:val="num" w:pos="1134"/>
        </w:tabs>
        <w:ind w:left="1134" w:hanging="340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4" w15:restartNumberingAfterBreak="0">
    <w:nsid w:val="72795961"/>
    <w:multiLevelType w:val="multilevel"/>
    <w:tmpl w:val="2B384FDA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cs="Times New Roman" w:hint="default"/>
        <w:b/>
        <w:sz w:val="24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Wingdings" w:hAnsi="Wingdings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eastAsia="Times New Roman" w:hAnsi="Times New Roman" w:cs="Times New Roman"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 w:hint="default"/>
      </w:rPr>
    </w:lvl>
  </w:abstractNum>
  <w:abstractNum w:abstractNumId="55" w15:restartNumberingAfterBreak="0">
    <w:nsid w:val="73CF2E91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761E1F34"/>
    <w:multiLevelType w:val="hybridMultilevel"/>
    <w:tmpl w:val="34D435A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7" w15:restartNumberingAfterBreak="0">
    <w:nsid w:val="7731551D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79CE334E"/>
    <w:multiLevelType w:val="hybridMultilevel"/>
    <w:tmpl w:val="FBA456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D020546"/>
    <w:multiLevelType w:val="hybridMultilevel"/>
    <w:tmpl w:val="1AB295D8"/>
    <w:lvl w:ilvl="0" w:tplc="2E306CB0">
      <w:start w:val="1"/>
      <w:numFmt w:val="decimal"/>
      <w:lvlText w:val="%1."/>
      <w:lvlJc w:val="left"/>
      <w:pPr>
        <w:ind w:left="1571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FD02B4C"/>
    <w:multiLevelType w:val="hybridMultilevel"/>
    <w:tmpl w:val="E2B24D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48"/>
  </w:num>
  <w:num w:numId="3">
    <w:abstractNumId w:val="4"/>
  </w:num>
  <w:num w:numId="4">
    <w:abstractNumId w:val="56"/>
  </w:num>
  <w:num w:numId="5">
    <w:abstractNumId w:val="30"/>
  </w:num>
  <w:num w:numId="6">
    <w:abstractNumId w:val="36"/>
  </w:num>
  <w:num w:numId="7">
    <w:abstractNumId w:val="18"/>
  </w:num>
  <w:num w:numId="8">
    <w:abstractNumId w:val="10"/>
  </w:num>
  <w:num w:numId="9">
    <w:abstractNumId w:val="25"/>
  </w:num>
  <w:num w:numId="10">
    <w:abstractNumId w:val="3"/>
  </w:num>
  <w:num w:numId="11">
    <w:abstractNumId w:val="33"/>
  </w:num>
  <w:num w:numId="12">
    <w:abstractNumId w:val="45"/>
  </w:num>
  <w:num w:numId="13">
    <w:abstractNumId w:val="14"/>
  </w:num>
  <w:num w:numId="14">
    <w:abstractNumId w:val="35"/>
  </w:num>
  <w:num w:numId="15">
    <w:abstractNumId w:val="59"/>
  </w:num>
  <w:num w:numId="16">
    <w:abstractNumId w:val="28"/>
  </w:num>
  <w:num w:numId="17">
    <w:abstractNumId w:val="8"/>
  </w:num>
  <w:num w:numId="18">
    <w:abstractNumId w:val="15"/>
  </w:num>
  <w:num w:numId="19">
    <w:abstractNumId w:val="50"/>
  </w:num>
  <w:num w:numId="20">
    <w:abstractNumId w:val="5"/>
  </w:num>
  <w:num w:numId="21">
    <w:abstractNumId w:val="43"/>
  </w:num>
  <w:num w:numId="22">
    <w:abstractNumId w:val="27"/>
  </w:num>
  <w:num w:numId="23">
    <w:abstractNumId w:val="49"/>
  </w:num>
  <w:num w:numId="24">
    <w:abstractNumId w:val="16"/>
  </w:num>
  <w:num w:numId="25">
    <w:abstractNumId w:val="53"/>
  </w:num>
  <w:num w:numId="26">
    <w:abstractNumId w:val="47"/>
  </w:num>
  <w:num w:numId="27">
    <w:abstractNumId w:val="2"/>
  </w:num>
  <w:num w:numId="28">
    <w:abstractNumId w:val="58"/>
  </w:num>
  <w:num w:numId="29">
    <w:abstractNumId w:val="24"/>
  </w:num>
  <w:num w:numId="30">
    <w:abstractNumId w:val="1"/>
  </w:num>
  <w:num w:numId="31">
    <w:abstractNumId w:val="22"/>
  </w:num>
  <w:num w:numId="32">
    <w:abstractNumId w:val="40"/>
  </w:num>
  <w:num w:numId="33">
    <w:abstractNumId w:val="21"/>
  </w:num>
  <w:num w:numId="34">
    <w:abstractNumId w:val="17"/>
  </w:num>
  <w:num w:numId="35">
    <w:abstractNumId w:val="26"/>
  </w:num>
  <w:num w:numId="36">
    <w:abstractNumId w:val="39"/>
  </w:num>
  <w:num w:numId="37">
    <w:abstractNumId w:val="13"/>
  </w:num>
  <w:num w:numId="38">
    <w:abstractNumId w:val="42"/>
  </w:num>
  <w:num w:numId="39">
    <w:abstractNumId w:val="29"/>
  </w:num>
  <w:num w:numId="4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6"/>
  </w:num>
  <w:num w:numId="42">
    <w:abstractNumId w:val="31"/>
  </w:num>
  <w:num w:numId="43">
    <w:abstractNumId w:val="41"/>
  </w:num>
  <w:num w:numId="44">
    <w:abstractNumId w:val="38"/>
  </w:num>
  <w:num w:numId="45">
    <w:abstractNumId w:val="52"/>
  </w:num>
  <w:num w:numId="46">
    <w:abstractNumId w:val="60"/>
  </w:num>
  <w:num w:numId="47">
    <w:abstractNumId w:val="37"/>
  </w:num>
  <w:num w:numId="48">
    <w:abstractNumId w:val="55"/>
  </w:num>
  <w:num w:numId="49">
    <w:abstractNumId w:val="44"/>
  </w:num>
  <w:num w:numId="50">
    <w:abstractNumId w:val="7"/>
  </w:num>
  <w:num w:numId="51">
    <w:abstractNumId w:val="57"/>
  </w:num>
  <w:num w:numId="52">
    <w:abstractNumId w:val="23"/>
  </w:num>
  <w:num w:numId="53">
    <w:abstractNumId w:val="34"/>
  </w:num>
  <w:num w:numId="54">
    <w:abstractNumId w:val="19"/>
  </w:num>
  <w:num w:numId="55">
    <w:abstractNumId w:val="9"/>
  </w:num>
  <w:num w:numId="56">
    <w:abstractNumId w:val="51"/>
  </w:num>
  <w:num w:numId="57">
    <w:abstractNumId w:val="54"/>
  </w:num>
  <w:num w:numId="58">
    <w:abstractNumId w:val="12"/>
  </w:num>
  <w:num w:numId="59">
    <w:abstractNumId w:val="6"/>
  </w:num>
  <w:num w:numId="60">
    <w:abstractNumId w:val="0"/>
  </w:num>
  <w:num w:numId="61">
    <w:abstractNumId w:val="3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91D"/>
    <w:rsid w:val="0000131E"/>
    <w:rsid w:val="00034E73"/>
    <w:rsid w:val="00037C2B"/>
    <w:rsid w:val="00047A08"/>
    <w:rsid w:val="0005434D"/>
    <w:rsid w:val="000724B7"/>
    <w:rsid w:val="00072935"/>
    <w:rsid w:val="00081FAD"/>
    <w:rsid w:val="00094FBC"/>
    <w:rsid w:val="000A24F6"/>
    <w:rsid w:val="000A635E"/>
    <w:rsid w:val="000A711E"/>
    <w:rsid w:val="000B1092"/>
    <w:rsid w:val="000B2506"/>
    <w:rsid w:val="000D0FAA"/>
    <w:rsid w:val="00100991"/>
    <w:rsid w:val="0010241A"/>
    <w:rsid w:val="00113C16"/>
    <w:rsid w:val="00130600"/>
    <w:rsid w:val="00132DF9"/>
    <w:rsid w:val="00142E26"/>
    <w:rsid w:val="0016438B"/>
    <w:rsid w:val="001703C0"/>
    <w:rsid w:val="001A7384"/>
    <w:rsid w:val="00210899"/>
    <w:rsid w:val="00245A39"/>
    <w:rsid w:val="002574EC"/>
    <w:rsid w:val="00270F7D"/>
    <w:rsid w:val="0027297C"/>
    <w:rsid w:val="002B10B9"/>
    <w:rsid w:val="002C4ED9"/>
    <w:rsid w:val="002C594F"/>
    <w:rsid w:val="002D306E"/>
    <w:rsid w:val="002F6233"/>
    <w:rsid w:val="00345DF7"/>
    <w:rsid w:val="00376E0C"/>
    <w:rsid w:val="00381931"/>
    <w:rsid w:val="003D05DE"/>
    <w:rsid w:val="00400E68"/>
    <w:rsid w:val="00432DDD"/>
    <w:rsid w:val="00441488"/>
    <w:rsid w:val="004721AD"/>
    <w:rsid w:val="004A0C88"/>
    <w:rsid w:val="004B581B"/>
    <w:rsid w:val="004C285F"/>
    <w:rsid w:val="004C3E98"/>
    <w:rsid w:val="004D65A7"/>
    <w:rsid w:val="004E43D8"/>
    <w:rsid w:val="00530D7C"/>
    <w:rsid w:val="00546404"/>
    <w:rsid w:val="0055281D"/>
    <w:rsid w:val="005761CE"/>
    <w:rsid w:val="00587311"/>
    <w:rsid w:val="0059720B"/>
    <w:rsid w:val="005A2B64"/>
    <w:rsid w:val="005A391D"/>
    <w:rsid w:val="005C2ECE"/>
    <w:rsid w:val="005D3BEB"/>
    <w:rsid w:val="005F64B9"/>
    <w:rsid w:val="006120FE"/>
    <w:rsid w:val="00614BA2"/>
    <w:rsid w:val="00665690"/>
    <w:rsid w:val="00667E63"/>
    <w:rsid w:val="00680548"/>
    <w:rsid w:val="006811B1"/>
    <w:rsid w:val="0068731D"/>
    <w:rsid w:val="006B3530"/>
    <w:rsid w:val="006B7A18"/>
    <w:rsid w:val="006D5D63"/>
    <w:rsid w:val="006E55B0"/>
    <w:rsid w:val="006F75CA"/>
    <w:rsid w:val="0070518C"/>
    <w:rsid w:val="00734AB2"/>
    <w:rsid w:val="007677B5"/>
    <w:rsid w:val="00792A64"/>
    <w:rsid w:val="007B005E"/>
    <w:rsid w:val="007C5B3B"/>
    <w:rsid w:val="007D0C9D"/>
    <w:rsid w:val="007F4EAD"/>
    <w:rsid w:val="008301B5"/>
    <w:rsid w:val="00835740"/>
    <w:rsid w:val="008424D6"/>
    <w:rsid w:val="00855AE9"/>
    <w:rsid w:val="00862806"/>
    <w:rsid w:val="00881CAF"/>
    <w:rsid w:val="008832EA"/>
    <w:rsid w:val="008906D7"/>
    <w:rsid w:val="00891274"/>
    <w:rsid w:val="008940CB"/>
    <w:rsid w:val="008977E7"/>
    <w:rsid w:val="008E0CA7"/>
    <w:rsid w:val="008E57CC"/>
    <w:rsid w:val="008F428F"/>
    <w:rsid w:val="00901241"/>
    <w:rsid w:val="00904295"/>
    <w:rsid w:val="0091243F"/>
    <w:rsid w:val="0092743F"/>
    <w:rsid w:val="00947582"/>
    <w:rsid w:val="009562E1"/>
    <w:rsid w:val="009704A9"/>
    <w:rsid w:val="009C5CDC"/>
    <w:rsid w:val="009E5E32"/>
    <w:rsid w:val="00A07B89"/>
    <w:rsid w:val="00A116C3"/>
    <w:rsid w:val="00A40484"/>
    <w:rsid w:val="00A6021A"/>
    <w:rsid w:val="00A61893"/>
    <w:rsid w:val="00A61CE2"/>
    <w:rsid w:val="00A662A4"/>
    <w:rsid w:val="00AB0BE2"/>
    <w:rsid w:val="00AF5331"/>
    <w:rsid w:val="00B1538E"/>
    <w:rsid w:val="00B20D8A"/>
    <w:rsid w:val="00B246E2"/>
    <w:rsid w:val="00B273A3"/>
    <w:rsid w:val="00B332A9"/>
    <w:rsid w:val="00B35692"/>
    <w:rsid w:val="00B43548"/>
    <w:rsid w:val="00B51577"/>
    <w:rsid w:val="00B516A6"/>
    <w:rsid w:val="00B77CC0"/>
    <w:rsid w:val="00B83603"/>
    <w:rsid w:val="00BB6142"/>
    <w:rsid w:val="00BC02BA"/>
    <w:rsid w:val="00BC2CEC"/>
    <w:rsid w:val="00BC3CA0"/>
    <w:rsid w:val="00BC546A"/>
    <w:rsid w:val="00BE3A9D"/>
    <w:rsid w:val="00BE62BB"/>
    <w:rsid w:val="00C023D1"/>
    <w:rsid w:val="00C0357C"/>
    <w:rsid w:val="00C03B9C"/>
    <w:rsid w:val="00C21585"/>
    <w:rsid w:val="00C3719C"/>
    <w:rsid w:val="00C40621"/>
    <w:rsid w:val="00C7569E"/>
    <w:rsid w:val="00C971C5"/>
    <w:rsid w:val="00CA7C03"/>
    <w:rsid w:val="00CB16EE"/>
    <w:rsid w:val="00CC1E5B"/>
    <w:rsid w:val="00CD299D"/>
    <w:rsid w:val="00CF626A"/>
    <w:rsid w:val="00D01916"/>
    <w:rsid w:val="00D02BBF"/>
    <w:rsid w:val="00D04087"/>
    <w:rsid w:val="00D149A5"/>
    <w:rsid w:val="00D27298"/>
    <w:rsid w:val="00D27E05"/>
    <w:rsid w:val="00D3666B"/>
    <w:rsid w:val="00D514F0"/>
    <w:rsid w:val="00D53907"/>
    <w:rsid w:val="00D6247A"/>
    <w:rsid w:val="00D64572"/>
    <w:rsid w:val="00D770D4"/>
    <w:rsid w:val="00D87C09"/>
    <w:rsid w:val="00DE2646"/>
    <w:rsid w:val="00DF3552"/>
    <w:rsid w:val="00E044AF"/>
    <w:rsid w:val="00E45E27"/>
    <w:rsid w:val="00E70991"/>
    <w:rsid w:val="00E71E87"/>
    <w:rsid w:val="00E93AB0"/>
    <w:rsid w:val="00EA494D"/>
    <w:rsid w:val="00EB0464"/>
    <w:rsid w:val="00EC6003"/>
    <w:rsid w:val="00F03229"/>
    <w:rsid w:val="00F17962"/>
    <w:rsid w:val="00F348B1"/>
    <w:rsid w:val="00F45C79"/>
    <w:rsid w:val="00F578B7"/>
    <w:rsid w:val="00F73E03"/>
    <w:rsid w:val="00F7729B"/>
    <w:rsid w:val="00F851E7"/>
    <w:rsid w:val="00F92C1B"/>
    <w:rsid w:val="00F97B53"/>
    <w:rsid w:val="00FA2843"/>
    <w:rsid w:val="00FB2D90"/>
    <w:rsid w:val="00FB4D1F"/>
    <w:rsid w:val="00FB6321"/>
    <w:rsid w:val="00FE0895"/>
    <w:rsid w:val="0767CDAA"/>
    <w:rsid w:val="0FA1B3D6"/>
    <w:rsid w:val="2511668E"/>
    <w:rsid w:val="5541AE1C"/>
    <w:rsid w:val="582FE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EB99DB"/>
  <w15:docId w15:val="{36F414DF-A5A1-4B1E-8361-2F87BA661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6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516A6"/>
  </w:style>
  <w:style w:type="paragraph" w:styleId="Stopka">
    <w:name w:val="footer"/>
    <w:basedOn w:val="Normalny"/>
    <w:link w:val="StopkaZnak"/>
    <w:uiPriority w:val="99"/>
    <w:unhideWhenUsed/>
    <w:rsid w:val="00B516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16A6"/>
  </w:style>
  <w:style w:type="paragraph" w:styleId="Akapitzlist">
    <w:name w:val="List Paragraph"/>
    <w:aliases w:val="Lista punktowana1,Lista punktowana2,Lista punktowana3,List bullet,Numerowanie,List Paragraph,L1,Akapit z listą5,Paragraf,Podsis rysunku,Lista PR"/>
    <w:basedOn w:val="Normalny"/>
    <w:link w:val="AkapitzlistZnak"/>
    <w:uiPriority w:val="34"/>
    <w:qFormat/>
    <w:rsid w:val="00A6021A"/>
    <w:pPr>
      <w:ind w:left="720"/>
      <w:contextualSpacing/>
    </w:pPr>
  </w:style>
  <w:style w:type="character" w:styleId="Hipercze">
    <w:name w:val="Hyperlink"/>
    <w:basedOn w:val="Domylnaczcionkaakapitu"/>
    <w:unhideWhenUsed/>
    <w:rsid w:val="00A6021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6021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3E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3E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3E9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3E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3E98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DE2646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DE2646"/>
    <w:rPr>
      <w:i/>
      <w:iCs/>
    </w:rPr>
  </w:style>
  <w:style w:type="character" w:customStyle="1" w:styleId="AkapitzlistZnak">
    <w:name w:val="Akapit z listą Znak"/>
    <w:aliases w:val="Lista punktowana1 Znak,Lista punktowana2 Znak,Lista punktowana3 Znak,List bullet Znak,Numerowanie Znak,List Paragraph Znak,L1 Znak,Akapit z listą5 Znak,Paragraf Znak,Podsis rysunku Znak,Lista PR Znak"/>
    <w:link w:val="Akapitzlist"/>
    <w:uiPriority w:val="34"/>
    <w:qFormat/>
    <w:rsid w:val="007B005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aliases w:val="Tekst przypisu"/>
    <w:basedOn w:val="Normalny"/>
    <w:link w:val="TekstprzypisudolnegoZnak"/>
    <w:rsid w:val="007B005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7B005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7B005E"/>
    <w:rPr>
      <w:vertAlign w:val="superscript"/>
    </w:rPr>
  </w:style>
  <w:style w:type="paragraph" w:customStyle="1" w:styleId="Style46">
    <w:name w:val="Style46"/>
    <w:basedOn w:val="Normalny"/>
    <w:uiPriority w:val="99"/>
    <w:rsid w:val="007B005E"/>
    <w:pPr>
      <w:widowControl w:val="0"/>
      <w:autoSpaceDE w:val="0"/>
      <w:autoSpaceDN w:val="0"/>
      <w:adjustRightInd w:val="0"/>
      <w:spacing w:line="281" w:lineRule="exact"/>
      <w:ind w:hanging="382"/>
      <w:jc w:val="both"/>
    </w:pPr>
    <w:rPr>
      <w:rFonts w:ascii="Franklin Gothic Demi" w:hAnsi="Franklin Gothic Demi"/>
    </w:rPr>
  </w:style>
  <w:style w:type="character" w:customStyle="1" w:styleId="FontStyle116">
    <w:name w:val="Font Style116"/>
    <w:uiPriority w:val="99"/>
    <w:rsid w:val="007B005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119">
    <w:name w:val="Font Style119"/>
    <w:uiPriority w:val="99"/>
    <w:rsid w:val="007B005E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character" w:customStyle="1" w:styleId="FontStyle25">
    <w:name w:val="Font Style25"/>
    <w:uiPriority w:val="99"/>
    <w:rsid w:val="007B005E"/>
    <w:rPr>
      <w:rFonts w:ascii="Calibri" w:hAnsi="Calibri" w:cs="Calibri"/>
      <w:b/>
      <w:bCs/>
      <w:sz w:val="22"/>
      <w:szCs w:val="22"/>
    </w:rPr>
  </w:style>
  <w:style w:type="character" w:customStyle="1" w:styleId="FontStyle26">
    <w:name w:val="Font Style26"/>
    <w:uiPriority w:val="99"/>
    <w:rsid w:val="007B005E"/>
    <w:rPr>
      <w:rFonts w:ascii="Calibri" w:hAnsi="Calibri" w:cs="Calibri"/>
      <w:sz w:val="22"/>
      <w:szCs w:val="22"/>
    </w:rPr>
  </w:style>
  <w:style w:type="paragraph" w:customStyle="1" w:styleId="Tekstpodstawowywcity31">
    <w:name w:val="Tekst podstawowy wcięty 31"/>
    <w:basedOn w:val="Normalny"/>
    <w:rsid w:val="007B005E"/>
    <w:pPr>
      <w:widowControl w:val="0"/>
      <w:suppressAutoHyphens/>
      <w:ind w:left="720"/>
      <w:jc w:val="both"/>
    </w:pPr>
    <w:rPr>
      <w:rFonts w:ascii="Arial" w:hAnsi="Arial" w:cs="Arial"/>
      <w:color w:val="000000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281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281D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281D"/>
  </w:style>
  <w:style w:type="paragraph" w:customStyle="1" w:styleId="paragraph">
    <w:name w:val="paragraph"/>
    <w:basedOn w:val="Normalny"/>
    <w:rsid w:val="00546404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546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6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7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7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8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\Desktop\Nowi%20Zdolni\listownik%20Zdoln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1FD7CB71590C458304407DECC471B1" ma:contentTypeVersion="12" ma:contentTypeDescription="Utwórz nowy dokument." ma:contentTypeScope="" ma:versionID="47d0f23b71ef2202b2dd1d242e875965">
  <xsd:schema xmlns:xsd="http://www.w3.org/2001/XMLSchema" xmlns:xs="http://www.w3.org/2001/XMLSchema" xmlns:p="http://schemas.microsoft.com/office/2006/metadata/properties" xmlns:ns3="a3e6a9f5-c2f2-491d-abd2-c6720ba328b9" targetNamespace="http://schemas.microsoft.com/office/2006/metadata/properties" ma:root="true" ma:fieldsID="de4aff979597f5e4b5a88c4ca385eab5" ns3:_="">
    <xsd:import namespace="a3e6a9f5-c2f2-491d-abd2-c6720ba328b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SearchProperties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6a9f5-c2f2-491d-abd2-c6720ba32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4" nillable="true" ma:displayName="_activity" ma:hidden="true" ma:internalName="_activity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3e6a9f5-c2f2-491d-abd2-c6720ba328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6D6297-FB8F-44C8-A67E-33FAA35AAB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e6a9f5-c2f2-491d-abd2-c6720ba32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4007F2-E959-42B3-9550-884A3D1974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19F9B-15ED-4EE7-8CCD-936F548AF04B}">
  <ds:schemaRefs>
    <ds:schemaRef ds:uri="http://schemas.microsoft.com/office/2006/metadata/properties"/>
    <ds:schemaRef ds:uri="http://schemas.microsoft.com/office/infopath/2007/PartnerControls"/>
    <ds:schemaRef ds:uri="a3e6a9f5-c2f2-491d-abd2-c6720ba328b9"/>
  </ds:schemaRefs>
</ds:datastoreItem>
</file>

<file path=customXml/itemProps4.xml><?xml version="1.0" encoding="utf-8"?>
<ds:datastoreItem xmlns:ds="http://schemas.openxmlformats.org/officeDocument/2006/customXml" ds:itemID="{691697BB-B366-4A62-8374-DDD05DA99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Zdolni</Template>
  <TotalTime>0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Rakowska Sylwia</cp:lastModifiedBy>
  <cp:revision>2</cp:revision>
  <cp:lastPrinted>2026-01-21T09:28:00Z</cp:lastPrinted>
  <dcterms:created xsi:type="dcterms:W3CDTF">2026-02-05T20:36:00Z</dcterms:created>
  <dcterms:modified xsi:type="dcterms:W3CDTF">2026-02-05T20:36:00Z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0x010100151FD7CB71590C458304407DECC471B1</vt:lpwstr>
  </property>
</Properties>
</file>